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5D452" w14:textId="77777777" w:rsidR="004014CD" w:rsidRPr="001C2B16" w:rsidRDefault="00F908FA">
      <w:pPr>
        <w:rPr>
          <w:szCs w:val="20"/>
        </w:rPr>
      </w:pPr>
      <w:r w:rsidRPr="001C2B16">
        <w:rPr>
          <w:szCs w:val="20"/>
        </w:rPr>
        <w:t>Met vriendelijke groet</w:t>
      </w:r>
      <w:r w:rsidR="00AF5F10" w:rsidRPr="001C2B16">
        <w:rPr>
          <w:szCs w:val="20"/>
        </w:rPr>
        <w:t>,</w:t>
      </w:r>
    </w:p>
    <w:p w14:paraId="560F3A96" w14:textId="77777777" w:rsidR="00A366FF" w:rsidRPr="001C2B16" w:rsidRDefault="00F908FA" w:rsidP="00726046">
      <w:pPr>
        <w:pStyle w:val="Heading1"/>
      </w:pPr>
      <w:r w:rsidRPr="001C2B16">
        <w:fldChar w:fldCharType="begin">
          <w:ffData>
            <w:name w:val="Naam"/>
            <w:enabled/>
            <w:calcOnExit w:val="0"/>
            <w:statusText w:type="text" w:val="Je naam"/>
            <w:textInput>
              <w:default w:val="Jouw Naam"/>
            </w:textInput>
          </w:ffData>
        </w:fldChar>
      </w:r>
      <w:bookmarkStart w:id="0" w:name="Naam"/>
      <w:r w:rsidRPr="001C2B16">
        <w:instrText xml:space="preserve"> FORMTEXT </w:instrText>
      </w:r>
      <w:r w:rsidRPr="001C2B16">
        <w:fldChar w:fldCharType="separate"/>
      </w:r>
      <w:r w:rsidRPr="001C2B16">
        <w:rPr>
          <w:noProof/>
        </w:rPr>
        <w:t>Jouw Naam</w:t>
      </w:r>
      <w:r w:rsidRPr="001C2B16">
        <w:fldChar w:fldCharType="end"/>
      </w:r>
      <w:bookmarkEnd w:id="0"/>
    </w:p>
    <w:p w14:paraId="21477372" w14:textId="77777777" w:rsidR="00A366FF" w:rsidRPr="001C2B16" w:rsidRDefault="00F908FA" w:rsidP="00726046">
      <w:r w:rsidRPr="001C2B16">
        <w:fldChar w:fldCharType="begin">
          <w:ffData>
            <w:name w:val="Role"/>
            <w:enabled/>
            <w:calcOnExit w:val="0"/>
            <w:textInput>
              <w:default w:val="Functietitel"/>
            </w:textInput>
          </w:ffData>
        </w:fldChar>
      </w:r>
      <w:bookmarkStart w:id="1" w:name="Role"/>
      <w:r w:rsidRPr="001C2B16">
        <w:instrText xml:space="preserve"> FORMTEXT </w:instrText>
      </w:r>
      <w:r w:rsidRPr="001C2B16">
        <w:fldChar w:fldCharType="separate"/>
      </w:r>
      <w:r w:rsidRPr="001C2B16">
        <w:rPr>
          <w:noProof/>
        </w:rPr>
        <w:t>Functietitel</w:t>
      </w:r>
      <w:r w:rsidRPr="001C2B16">
        <w:fldChar w:fldCharType="end"/>
      </w:r>
      <w:bookmarkEnd w:id="1"/>
      <w:r w:rsidR="00A366FF" w:rsidRPr="001C2B16">
        <w:t xml:space="preserve">, </w:t>
      </w:r>
      <w:r w:rsidRPr="001C2B16">
        <w:fldChar w:fldCharType="begin">
          <w:ffData>
            <w:name w:val="Expertise"/>
            <w:enabled/>
            <w:calcOnExit w:val="0"/>
            <w:textInput>
              <w:default w:val="Impact area of expertise (optioneel)"/>
            </w:textInput>
          </w:ffData>
        </w:fldChar>
      </w:r>
      <w:bookmarkStart w:id="2" w:name="Expertise"/>
      <w:r w:rsidRPr="001C2B16">
        <w:instrText xml:space="preserve"> FORMTEXT </w:instrText>
      </w:r>
      <w:r w:rsidRPr="001C2B16">
        <w:fldChar w:fldCharType="separate"/>
      </w:r>
      <w:r w:rsidRPr="001C2B16">
        <w:rPr>
          <w:noProof/>
        </w:rPr>
        <w:t>Impact area of expertise (optioneel)</w:t>
      </w:r>
      <w:r w:rsidRPr="001C2B16">
        <w:fldChar w:fldCharType="end"/>
      </w:r>
      <w:bookmarkEnd w:id="2"/>
    </w:p>
    <w:p w14:paraId="4D24A5EB" w14:textId="77777777" w:rsidR="00726046" w:rsidRPr="001C2B16" w:rsidRDefault="005151CB" w:rsidP="00726046">
      <w:pPr>
        <w:rPr>
          <w:rStyle w:val="Hyperlink"/>
        </w:rPr>
      </w:pPr>
      <w:r w:rsidRPr="001C2B16">
        <w:rPr>
          <w:rStyle w:val="Hyperlink"/>
        </w:rPr>
        <w:fldChar w:fldCharType="begin">
          <w:ffData>
            <w:name w:val="Phone"/>
            <w:enabled/>
            <w:calcOnExit w:val="0"/>
            <w:textInput>
              <w:default w:val="+31 70 318 44 44"/>
            </w:textInput>
          </w:ffData>
        </w:fldChar>
      </w:r>
      <w:bookmarkStart w:id="3" w:name="Phone"/>
      <w:r w:rsidRPr="001C2B16">
        <w:rPr>
          <w:rStyle w:val="Hyperlink"/>
        </w:rPr>
        <w:instrText xml:space="preserve"> FORMTEXT </w:instrText>
      </w:r>
      <w:r w:rsidRPr="001C2B16">
        <w:rPr>
          <w:rStyle w:val="Hyperlink"/>
        </w:rPr>
      </w:r>
      <w:r w:rsidRPr="001C2B16">
        <w:rPr>
          <w:rStyle w:val="Hyperlink"/>
        </w:rPr>
        <w:fldChar w:fldCharType="separate"/>
      </w:r>
      <w:r w:rsidRPr="001C2B16">
        <w:rPr>
          <w:rStyle w:val="Hyperlink"/>
        </w:rPr>
        <w:t>+31 70 318 44 44</w:t>
      </w:r>
      <w:r w:rsidRPr="001C2B16">
        <w:rPr>
          <w:rStyle w:val="Hyperlink"/>
        </w:rPr>
        <w:fldChar w:fldCharType="end"/>
      </w:r>
      <w:bookmarkEnd w:id="3"/>
    </w:p>
    <w:p w14:paraId="11FE097B" w14:textId="77777777" w:rsidR="00A366FF" w:rsidRPr="001C2B16" w:rsidRDefault="00F908FA" w:rsidP="00726046">
      <w:hyperlink r:id="rId7" w:history="1">
        <w:r w:rsidRPr="001C2B16">
          <w:rPr>
            <w:rStyle w:val="Hyperlink"/>
            <w:szCs w:val="20"/>
          </w:rPr>
          <w:t>Connect op LinkedIn</w:t>
        </w:r>
      </w:hyperlink>
    </w:p>
    <w:p w14:paraId="59BE76BE" w14:textId="77777777" w:rsidR="00AF5F10" w:rsidRPr="001C2B16" w:rsidRDefault="00F908FA" w:rsidP="00726046">
      <w:r w:rsidRPr="001C2B16">
        <w:fldChar w:fldCharType="begin">
          <w:ffData>
            <w:name w:val="Text1"/>
            <w:enabled/>
            <w:calcOnExit w:val="0"/>
            <w:textInput>
              <w:default w:val="Additionele info (optioneel)"/>
            </w:textInput>
          </w:ffData>
        </w:fldChar>
      </w:r>
      <w:bookmarkStart w:id="4" w:name="Text1"/>
      <w:r w:rsidRPr="001C2B16">
        <w:instrText xml:space="preserve"> FORMTEXT </w:instrText>
      </w:r>
      <w:r w:rsidRPr="001C2B16">
        <w:fldChar w:fldCharType="separate"/>
      </w:r>
      <w:r w:rsidRPr="001C2B16">
        <w:rPr>
          <w:noProof/>
        </w:rPr>
        <w:t>Additionele info (optioneel)</w:t>
      </w:r>
      <w:r w:rsidRPr="001C2B16">
        <w:fldChar w:fldCharType="end"/>
      </w:r>
      <w:bookmarkEnd w:id="4"/>
    </w:p>
    <w:p w14:paraId="7ADE46AA" w14:textId="77777777" w:rsidR="00726046" w:rsidRPr="001C2B16" w:rsidRDefault="00726046" w:rsidP="00726046"/>
    <w:p w14:paraId="3C49DA53" w14:textId="5F512B6A" w:rsidR="00726046" w:rsidRPr="001C2B16" w:rsidRDefault="008E471A" w:rsidP="00726046">
      <w:hyperlink r:id="rId8" w:tooltip="Visit our website" w:history="1">
        <w:proofErr w:type="gramStart"/>
        <w:r>
          <w:rPr>
            <w:rStyle w:val="Hyperlink"/>
            <w:szCs w:val="20"/>
          </w:rPr>
          <w:t>metalenverpakkingen.nl</w:t>
        </w:r>
        <w:proofErr w:type="gramEnd"/>
      </w:hyperlink>
    </w:p>
    <w:p w14:paraId="66E03943" w14:textId="77777777" w:rsidR="008E471A" w:rsidRDefault="008E471A" w:rsidP="001C2B16">
      <w:r>
        <w:t>90 jaar dorstlessend en duurzaam. Blik blijft!</w:t>
      </w:r>
    </w:p>
    <w:p w14:paraId="31CE0F52" w14:textId="77777777" w:rsidR="008E471A" w:rsidRDefault="008E471A" w:rsidP="001C2B16"/>
    <w:p w14:paraId="53667F45" w14:textId="068373DB" w:rsidR="00091901" w:rsidRPr="008E471A" w:rsidRDefault="008E471A" w:rsidP="00726046">
      <w:r w:rsidRPr="001C2B16">
        <w:t xml:space="preserve"> </w:t>
      </w:r>
      <w:r w:rsidR="000A2F5D">
        <w:rPr>
          <w:noProof/>
        </w:rPr>
        <w:drawing>
          <wp:inline distT="0" distB="0" distL="0" distR="0" wp14:anchorId="0978D77B" wp14:editId="7C003D58">
            <wp:extent cx="1436198" cy="775547"/>
            <wp:effectExtent l="0" t="0" r="0" b="0"/>
            <wp:docPr id="136672589" name="Picture 1" descr="Blu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2589" name="Picture 1" descr="Blue text on a black background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17" cy="85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1901" w:rsidRPr="008E4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displayBackgroundShape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1A"/>
    <w:rsid w:val="00091901"/>
    <w:rsid w:val="000A2F5D"/>
    <w:rsid w:val="000B0C63"/>
    <w:rsid w:val="00180C24"/>
    <w:rsid w:val="001C2B16"/>
    <w:rsid w:val="0030134D"/>
    <w:rsid w:val="003C53DD"/>
    <w:rsid w:val="004014CD"/>
    <w:rsid w:val="004D0957"/>
    <w:rsid w:val="005151CB"/>
    <w:rsid w:val="00526C24"/>
    <w:rsid w:val="00587C9D"/>
    <w:rsid w:val="00603F4B"/>
    <w:rsid w:val="00614F97"/>
    <w:rsid w:val="006367CD"/>
    <w:rsid w:val="00696882"/>
    <w:rsid w:val="006F2561"/>
    <w:rsid w:val="00726046"/>
    <w:rsid w:val="007B1141"/>
    <w:rsid w:val="00847577"/>
    <w:rsid w:val="008E471A"/>
    <w:rsid w:val="009B6899"/>
    <w:rsid w:val="009E5F37"/>
    <w:rsid w:val="00A366FF"/>
    <w:rsid w:val="00A97447"/>
    <w:rsid w:val="00AB302B"/>
    <w:rsid w:val="00AF5F10"/>
    <w:rsid w:val="00B50FE2"/>
    <w:rsid w:val="00B66C93"/>
    <w:rsid w:val="00C32B51"/>
    <w:rsid w:val="00CF055E"/>
    <w:rsid w:val="00D24B06"/>
    <w:rsid w:val="00E16F2E"/>
    <w:rsid w:val="00E31B31"/>
    <w:rsid w:val="00ED0B2C"/>
    <w:rsid w:val="00F1554E"/>
    <w:rsid w:val="00F656B0"/>
    <w:rsid w:val="00F65C08"/>
    <w:rsid w:val="00F908FA"/>
    <w:rsid w:val="1EE0E2CC"/>
    <w:rsid w:val="2CA5A103"/>
    <w:rsid w:val="436DC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E4DAAB"/>
  <w15:chartTrackingRefBased/>
  <w15:docId w15:val="{09091E34-DEFD-1548-85B9-69663BAA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B06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51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66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E985B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66FF"/>
    <w:pPr>
      <w:keepNext/>
      <w:keepLines/>
      <w:spacing w:before="160" w:after="80"/>
      <w:outlineLvl w:val="2"/>
    </w:pPr>
    <w:rPr>
      <w:rFonts w:eastAsiaTheme="majorEastAsia" w:cstheme="majorBidi"/>
      <w:color w:val="1E985B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66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E985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66FF"/>
    <w:pPr>
      <w:keepNext/>
      <w:keepLines/>
      <w:spacing w:before="80" w:after="40"/>
      <w:outlineLvl w:val="4"/>
    </w:pPr>
    <w:rPr>
      <w:rFonts w:eastAsiaTheme="majorEastAsia" w:cstheme="majorBidi"/>
      <w:color w:val="1E985B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66FF"/>
    <w:pPr>
      <w:keepNext/>
      <w:keepLines/>
      <w:spacing w:before="40"/>
      <w:outlineLvl w:val="5"/>
    </w:pPr>
    <w:rPr>
      <w:rFonts w:eastAsiaTheme="majorEastAsia" w:cstheme="majorBidi"/>
      <w:i/>
      <w:iCs/>
      <w:color w:val="007EDF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66FF"/>
    <w:pPr>
      <w:keepNext/>
      <w:keepLines/>
      <w:spacing w:before="40"/>
      <w:outlineLvl w:val="6"/>
    </w:pPr>
    <w:rPr>
      <w:rFonts w:eastAsiaTheme="majorEastAsia" w:cstheme="majorBidi"/>
      <w:color w:val="007EDF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6FF"/>
    <w:pPr>
      <w:keepNext/>
      <w:keepLines/>
      <w:outlineLvl w:val="7"/>
    </w:pPr>
    <w:rPr>
      <w:rFonts w:eastAsiaTheme="majorEastAsia" w:cstheme="majorBidi"/>
      <w:i/>
      <w:iCs/>
      <w:color w:val="004D89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6FF"/>
    <w:pPr>
      <w:keepNext/>
      <w:keepLines/>
      <w:outlineLvl w:val="8"/>
    </w:pPr>
    <w:rPr>
      <w:rFonts w:eastAsiaTheme="majorEastAsia" w:cstheme="majorBidi"/>
      <w:color w:val="004D89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1CB"/>
    <w:rPr>
      <w:rFonts w:asciiTheme="majorHAnsi" w:eastAsiaTheme="majorEastAsia" w:hAnsiTheme="majorHAnsi" w:cstheme="majorBidi"/>
      <w:b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66FF"/>
    <w:rPr>
      <w:rFonts w:asciiTheme="majorHAnsi" w:eastAsiaTheme="majorEastAsia" w:hAnsiTheme="majorHAnsi" w:cstheme="majorBidi"/>
      <w:color w:val="1E985B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66FF"/>
    <w:rPr>
      <w:rFonts w:eastAsiaTheme="majorEastAsia" w:cstheme="majorBidi"/>
      <w:color w:val="1E985B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66FF"/>
    <w:rPr>
      <w:rFonts w:eastAsiaTheme="majorEastAsia" w:cstheme="majorBidi"/>
      <w:i/>
      <w:iCs/>
      <w:color w:val="1E985B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66FF"/>
    <w:rPr>
      <w:rFonts w:eastAsiaTheme="majorEastAsia" w:cstheme="majorBidi"/>
      <w:color w:val="1E985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66FF"/>
    <w:rPr>
      <w:rFonts w:eastAsiaTheme="majorEastAsia" w:cstheme="majorBidi"/>
      <w:i/>
      <w:iCs/>
      <w:color w:val="007EDF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66FF"/>
    <w:rPr>
      <w:rFonts w:eastAsiaTheme="majorEastAsia" w:cstheme="majorBidi"/>
      <w:color w:val="007EDF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66FF"/>
    <w:rPr>
      <w:rFonts w:eastAsiaTheme="majorEastAsia" w:cstheme="majorBidi"/>
      <w:i/>
      <w:iCs/>
      <w:color w:val="004D89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6FF"/>
    <w:rPr>
      <w:rFonts w:eastAsiaTheme="majorEastAsia" w:cstheme="majorBidi"/>
      <w:color w:val="004D89" w:themeColor="text1" w:themeTint="D8"/>
    </w:rPr>
  </w:style>
  <w:style w:type="character" w:styleId="PlaceholderText">
    <w:name w:val="Placeholder Text"/>
    <w:basedOn w:val="DefaultParagraphFont"/>
    <w:uiPriority w:val="99"/>
    <w:semiHidden/>
    <w:rsid w:val="00A366F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24B06"/>
    <w:rPr>
      <w:color w:val="3BA0F0" w:themeColor="hyperlink"/>
      <w:sz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66FF"/>
    <w:rPr>
      <w:color w:val="605E5C"/>
      <w:shd w:val="clear" w:color="auto" w:fill="E1DFDD"/>
    </w:rPr>
  </w:style>
  <w:style w:type="character" w:styleId="FollowedHyperlink">
    <w:name w:val="FollowedHyperlink"/>
    <w:basedOn w:val="Hyperlink"/>
    <w:uiPriority w:val="99"/>
    <w:semiHidden/>
    <w:unhideWhenUsed/>
    <w:rsid w:val="000B0C63"/>
    <w:rPr>
      <w:color w:val="3BA0F0" w:themeColor="accent2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alenverpakkingen.nl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linkedin.com/i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ebbieagnes/Documents/Projecten%20Schuttelaar/Metalen%20Verpakkingen%20Nederland/MVN%203/S&amp;P%20email%20signature-NL-30Y.dotx" TargetMode="External"/></Relationships>
</file>

<file path=word/theme/theme1.xml><?xml version="1.0" encoding="utf-8"?>
<a:theme xmlns:a="http://schemas.openxmlformats.org/drawingml/2006/main" name="Kantoorthema">
  <a:themeElements>
    <a:clrScheme name="Schuttelaar">
      <a:dk1>
        <a:srgbClr val="002846"/>
      </a:dk1>
      <a:lt1>
        <a:srgbClr val="FFFFFF"/>
      </a:lt1>
      <a:dk2>
        <a:srgbClr val="28CB7C"/>
      </a:dk2>
      <a:lt2>
        <a:srgbClr val="F6F6F6"/>
      </a:lt2>
      <a:accent1>
        <a:srgbClr val="28CB7B"/>
      </a:accent1>
      <a:accent2>
        <a:srgbClr val="3BA0F0"/>
      </a:accent2>
      <a:accent3>
        <a:srgbClr val="B153F0"/>
      </a:accent3>
      <a:accent4>
        <a:srgbClr val="FFAAD7"/>
      </a:accent4>
      <a:accent5>
        <a:srgbClr val="FFBD02"/>
      </a:accent5>
      <a:accent6>
        <a:srgbClr val="FF7042"/>
      </a:accent6>
      <a:hlink>
        <a:srgbClr val="3BA0F0"/>
      </a:hlink>
      <a:folHlink>
        <a:srgbClr val="B154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fe2d1a-bb59-43e9-baf2-2f4fafd94a0c">
      <Terms xmlns="http://schemas.microsoft.com/office/infopath/2007/PartnerControls"/>
    </lcf76f155ced4ddcb4097134ff3c332f>
    <TaxCatchAll xmlns="7215900c-5aeb-4058-9d7f-c06a6ad25b47" xsi:nil="true"/>
    <Thumbnail xmlns="d1fe2d1a-bb59-43e9-baf2-2f4fafd94a0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FE3D0DE6B02428DED991E2EAB548A" ma:contentTypeVersion="20" ma:contentTypeDescription="Een nieuw document maken." ma:contentTypeScope="" ma:versionID="37d0dcfdcc288acf8a7e395a35fc2a6f">
  <xsd:schema xmlns:xsd="http://www.w3.org/2001/XMLSchema" xmlns:xs="http://www.w3.org/2001/XMLSchema" xmlns:p="http://schemas.microsoft.com/office/2006/metadata/properties" xmlns:ns2="d1fe2d1a-bb59-43e9-baf2-2f4fafd94a0c" xmlns:ns3="7215900c-5aeb-4058-9d7f-c06a6ad25b47" targetNamespace="http://schemas.microsoft.com/office/2006/metadata/properties" ma:root="true" ma:fieldsID="5edc4c977d1a56c9e976e7ad601c43a0" ns2:_="" ns3:_="">
    <xsd:import namespace="d1fe2d1a-bb59-43e9-baf2-2f4fafd94a0c"/>
    <xsd:import namespace="7215900c-5aeb-4058-9d7f-c06a6ad25b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humbnail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e2d1a-bb59-43e9-baf2-2f4fafd94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Thumbnail" ma:index="19" nillable="true" ma:displayName="Thumbnail" ma:format="Thumbnail" ma:internalName="Thumbnail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fcbd5bbf-a8f9-4d3e-a000-179d7f56a4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5900c-5aeb-4058-9d7f-c06a6ad25b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4cf4e8b-ebee-4f9d-8a3e-6d0235cf7ca9}" ma:internalName="TaxCatchAll" ma:showField="CatchAllData" ma:web="7215900c-5aeb-4058-9d7f-c06a6ad25b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2530F-EDA7-43A7-A0EC-6D8E73A9A2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61129-94B3-4AD9-A3A9-E76BDB97EC28}">
  <ds:schemaRefs>
    <ds:schemaRef ds:uri="http://schemas.microsoft.com/office/2006/metadata/properties"/>
    <ds:schemaRef ds:uri="http://schemas.microsoft.com/office/infopath/2007/PartnerControls"/>
    <ds:schemaRef ds:uri="d1fe2d1a-bb59-43e9-baf2-2f4fafd94a0c"/>
    <ds:schemaRef ds:uri="7215900c-5aeb-4058-9d7f-c06a6ad25b47"/>
  </ds:schemaRefs>
</ds:datastoreItem>
</file>

<file path=customXml/itemProps3.xml><?xml version="1.0" encoding="utf-8"?>
<ds:datastoreItem xmlns:ds="http://schemas.openxmlformats.org/officeDocument/2006/customXml" ds:itemID="{8441CB73-1904-4E1D-A782-429813388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e2d1a-bb59-43e9-baf2-2f4fafd94a0c"/>
    <ds:schemaRef ds:uri="7215900c-5aeb-4058-9d7f-c06a6ad25b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S&amp;P email signature-NL-30Y.dotx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Schuttelaar &amp; Partners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Agnes</dc:creator>
  <cp:keywords/>
  <dc:description/>
  <cp:lastModifiedBy>Debbie Agnes</cp:lastModifiedBy>
  <cp:revision>2</cp:revision>
  <dcterms:created xsi:type="dcterms:W3CDTF">2025-10-06T15:37:00Z</dcterms:created>
  <dcterms:modified xsi:type="dcterms:W3CDTF">2025-10-06T15:37:00Z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0x010100DE4FE3D0DE6B02428DED991E2EAB548A</vt:lpwstr>
  </property>
  <property fmtid="{D5CDD505-2E9C-101B-9397-08002B2CF9AE}" pid="3" name="MediaServiceImageTags">
    <vt:lpwstr/>
  </property>
</Properties>
</file>